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661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A838FD" w14:textId="77777777" w:rsidTr="00146EEC">
        <w:tc>
          <w:tcPr>
            <w:tcW w:w="2689" w:type="dxa"/>
          </w:tcPr>
          <w:p w14:paraId="1D461ECC" w14:textId="77777777" w:rsidR="00F1480E" w:rsidRPr="005F5FF8" w:rsidRDefault="00830267" w:rsidP="005F5FF8">
            <w:pPr>
              <w:pStyle w:val="SIText-Bold"/>
            </w:pPr>
            <w:r w:rsidRPr="005F5FF8">
              <w:t>Release</w:t>
            </w:r>
          </w:p>
        </w:tc>
        <w:tc>
          <w:tcPr>
            <w:tcW w:w="6939" w:type="dxa"/>
          </w:tcPr>
          <w:p w14:paraId="261848A9" w14:textId="77777777" w:rsidR="00F1480E" w:rsidRPr="005F5FF8" w:rsidRDefault="00830267" w:rsidP="005F5FF8">
            <w:pPr>
              <w:pStyle w:val="SIText-Bold"/>
            </w:pPr>
            <w:r w:rsidRPr="005F5FF8">
              <w:t>Comments</w:t>
            </w:r>
          </w:p>
        </w:tc>
      </w:tr>
      <w:tr w:rsidR="00F1480E" w14:paraId="4D1FA954" w14:textId="77777777" w:rsidTr="00146EEC">
        <w:tc>
          <w:tcPr>
            <w:tcW w:w="2689" w:type="dxa"/>
          </w:tcPr>
          <w:p w14:paraId="2C9F013A" w14:textId="05DFC1B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E10C5">
              <w:t>1</w:t>
            </w:r>
          </w:p>
        </w:tc>
        <w:tc>
          <w:tcPr>
            <w:tcW w:w="6939" w:type="dxa"/>
          </w:tcPr>
          <w:p w14:paraId="6AFED433" w14:textId="74178A48" w:rsidR="00F1480E" w:rsidRPr="000754EC" w:rsidRDefault="005F5FF8" w:rsidP="000754EC">
            <w:pPr>
              <w:pStyle w:val="SIText"/>
            </w:pPr>
            <w:r>
              <w:t>This version released with</w:t>
            </w:r>
            <w:r w:rsidRPr="005F5FF8">
              <w:t xml:space="preserve"> FBP Food, Beverage and Pharmaceuticals Training Package version </w:t>
            </w:r>
            <w:r w:rsidR="002E3919">
              <w:t>2</w:t>
            </w:r>
            <w:r w:rsidRPr="005F5FF8">
              <w:t>.0.</w:t>
            </w:r>
          </w:p>
        </w:tc>
      </w:tr>
    </w:tbl>
    <w:p w14:paraId="52AFDEA5" w14:textId="77777777" w:rsidR="00F1480E" w:rsidRDefault="00F1480E" w:rsidP="005F771F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882"/>
        <w:gridCol w:w="58"/>
      </w:tblGrid>
      <w:tr w:rsidR="005F5FF8" w:rsidRPr="00963A46" w14:paraId="09435786" w14:textId="77777777" w:rsidTr="000F3441">
        <w:trPr>
          <w:gridAfter w:val="1"/>
          <w:wAfter w:w="58" w:type="dxa"/>
          <w:tblHeader/>
        </w:trPr>
        <w:tc>
          <w:tcPr>
            <w:tcW w:w="2688" w:type="dxa"/>
            <w:shd w:val="clear" w:color="auto" w:fill="auto"/>
          </w:tcPr>
          <w:p w14:paraId="3FFD45B2" w14:textId="4620CF36" w:rsidR="005F5FF8" w:rsidRPr="005F5FF8" w:rsidRDefault="000D0623" w:rsidP="005F5FF8">
            <w:pPr>
              <w:pStyle w:val="SIUNITCODE"/>
            </w:pPr>
            <w:r>
              <w:t>FBPVIT</w:t>
            </w:r>
            <w:r w:rsidR="005F5FF8">
              <w:t>2021</w:t>
            </w:r>
          </w:p>
        </w:tc>
        <w:tc>
          <w:tcPr>
            <w:tcW w:w="6882" w:type="dxa"/>
            <w:shd w:val="clear" w:color="auto" w:fill="auto"/>
          </w:tcPr>
          <w:p w14:paraId="72678AC3" w14:textId="7A5556E6" w:rsidR="005F5FF8" w:rsidRPr="005F5FF8" w:rsidRDefault="005F5FF8" w:rsidP="005F5FF8">
            <w:pPr>
              <w:pStyle w:val="SIUnittitle"/>
            </w:pPr>
            <w:r>
              <w:t>Operate nursery c</w:t>
            </w:r>
            <w:r w:rsidR="000E07D9">
              <w:t>old</w:t>
            </w:r>
            <w:r>
              <w:t xml:space="preserve"> storage</w:t>
            </w:r>
            <w:r w:rsidR="000E07D9">
              <w:t xml:space="preserve"> </w:t>
            </w:r>
            <w:r>
              <w:t>facilities</w:t>
            </w:r>
          </w:p>
        </w:tc>
      </w:tr>
      <w:tr w:rsidR="00F1480E" w:rsidRPr="00963A46" w14:paraId="2B82DFD8" w14:textId="77777777" w:rsidTr="000F3441">
        <w:tc>
          <w:tcPr>
            <w:tcW w:w="2688" w:type="dxa"/>
            <w:shd w:val="clear" w:color="auto" w:fill="auto"/>
          </w:tcPr>
          <w:p w14:paraId="16ACE170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09B94E15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This unit of competency describes the skills and knowledge required </w:t>
            </w:r>
            <w:r>
              <w:rPr>
                <w:rFonts w:eastAsiaTheme="minorHAnsi"/>
                <w:lang w:val="en-GB"/>
              </w:rPr>
              <w:t xml:space="preserve">to prepare, operate, monitor and maintain </w:t>
            </w:r>
            <w:r w:rsidRPr="008A1CB3">
              <w:rPr>
                <w:rFonts w:eastAsiaTheme="minorHAnsi"/>
                <w:lang w:val="en-GB"/>
              </w:rPr>
              <w:t xml:space="preserve">nursery cold storage facilities. </w:t>
            </w:r>
          </w:p>
          <w:p w14:paraId="24F537A6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</w:p>
          <w:p w14:paraId="6E64A1BC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The unit applies to </w:t>
            </w:r>
            <w:r>
              <w:rPr>
                <w:rFonts w:eastAsiaTheme="minorHAnsi"/>
                <w:lang w:val="en-GB"/>
              </w:rPr>
              <w:t>individuals</w:t>
            </w:r>
            <w:r w:rsidRPr="008A1CB3">
              <w:rPr>
                <w:rFonts w:eastAsiaTheme="minorHAnsi"/>
                <w:lang w:val="en-GB"/>
              </w:rPr>
              <w:t xml:space="preserve"> who work under general supervision, with limited autonomy and accountability for their own work.</w:t>
            </w:r>
          </w:p>
          <w:p w14:paraId="259D9F9C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 </w:t>
            </w:r>
          </w:p>
          <w:p w14:paraId="2B00F652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 w:rsidRPr="008A1CB3">
              <w:rPr>
                <w:rFonts w:eastAsiaTheme="minorHAnsi"/>
                <w:lang w:val="en-GB"/>
              </w:rPr>
              <w:t xml:space="preserve">No occupational licensing, legislative or certification requirements apply to this unit at the time of publication. </w:t>
            </w:r>
          </w:p>
          <w:p w14:paraId="5EF668AD" w14:textId="77777777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</w:p>
          <w:p w14:paraId="73700529" w14:textId="727D121F" w:rsidR="00F1480E" w:rsidRPr="000754EC" w:rsidRDefault="0064491A" w:rsidP="0064491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0B9E59A7" w14:textId="77777777" w:rsidTr="009C35F5">
        <w:trPr>
          <w:trHeight w:val="477"/>
        </w:trPr>
        <w:tc>
          <w:tcPr>
            <w:tcW w:w="2688" w:type="dxa"/>
            <w:shd w:val="clear" w:color="auto" w:fill="auto"/>
          </w:tcPr>
          <w:p w14:paraId="56D235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595421B7" w14:textId="77777777" w:rsidR="00F1480E" w:rsidRPr="000754EC" w:rsidRDefault="005F5FF8" w:rsidP="000754EC">
            <w:pPr>
              <w:pStyle w:val="SIText"/>
            </w:pPr>
            <w:r>
              <w:t>Nil.</w:t>
            </w:r>
          </w:p>
        </w:tc>
      </w:tr>
      <w:tr w:rsidR="00F1480E" w:rsidRPr="00963A46" w14:paraId="6047F8A0" w14:textId="77777777" w:rsidTr="000F3441">
        <w:tc>
          <w:tcPr>
            <w:tcW w:w="2688" w:type="dxa"/>
            <w:shd w:val="clear" w:color="auto" w:fill="auto"/>
          </w:tcPr>
          <w:p w14:paraId="54E20B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6940" w:type="dxa"/>
            <w:gridSpan w:val="2"/>
            <w:shd w:val="clear" w:color="auto" w:fill="auto"/>
          </w:tcPr>
          <w:p w14:paraId="7EF035AC" w14:textId="1996105F" w:rsidR="00F1480E" w:rsidRPr="000754EC" w:rsidRDefault="000D0623" w:rsidP="000D0623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4419F6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89EC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1C21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48BD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12D9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4779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0C6F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5FF8" w:rsidRPr="00963A46" w14:paraId="69866B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330698" w14:textId="77777777" w:rsidR="005F5FF8" w:rsidRPr="006E0BEC" w:rsidRDefault="005F5FF8" w:rsidP="006E0BEC">
            <w:pPr>
              <w:pStyle w:val="SIText"/>
            </w:pPr>
            <w:r w:rsidRPr="006E0BEC">
              <w:t>1. Prepare cold room for storage</w:t>
            </w:r>
          </w:p>
        </w:tc>
        <w:tc>
          <w:tcPr>
            <w:tcW w:w="3604" w:type="pct"/>
            <w:shd w:val="clear" w:color="auto" w:fill="auto"/>
          </w:tcPr>
          <w:p w14:paraId="4790D5A7" w14:textId="77777777" w:rsidR="005F5FF8" w:rsidRPr="005F5FF8" w:rsidRDefault="005F5FF8" w:rsidP="000E07D9">
            <w:pPr>
              <w:pStyle w:val="SIText"/>
            </w:pPr>
            <w:r>
              <w:t xml:space="preserve">1.1 </w:t>
            </w:r>
            <w:r w:rsidRPr="005F5FF8">
              <w:t>Confirm work instructions and identify potential work health and safety (WHS) hazards and controls with supervisor</w:t>
            </w:r>
          </w:p>
          <w:p w14:paraId="1A6138BE" w14:textId="77777777" w:rsidR="005F5FF8" w:rsidRPr="005F5FF8" w:rsidRDefault="005F5FF8" w:rsidP="000E07D9">
            <w:pPr>
              <w:pStyle w:val="SIText"/>
            </w:pPr>
            <w:r>
              <w:t xml:space="preserve">1.2 </w:t>
            </w:r>
            <w:r w:rsidRPr="005F5FF8">
              <w:t>Select and use appropriate personal protective clothing and equipment</w:t>
            </w:r>
          </w:p>
          <w:p w14:paraId="1ECA9908" w14:textId="77777777" w:rsidR="005F5FF8" w:rsidRPr="005F5FF8" w:rsidRDefault="005F5FF8" w:rsidP="000E07D9">
            <w:pPr>
              <w:pStyle w:val="SIText"/>
            </w:pPr>
            <w:r w:rsidRPr="00B4156C">
              <w:t>1.3</w:t>
            </w:r>
            <w:r w:rsidRPr="005F5FF8">
              <w:t xml:space="preserve"> Clean and sanitise cold room facilities according to workplace procedures</w:t>
            </w:r>
          </w:p>
          <w:p w14:paraId="5D5D90BC" w14:textId="2CFED5CB" w:rsidR="005F5FF8" w:rsidRPr="005F5FF8" w:rsidRDefault="005F5FF8" w:rsidP="000E07D9">
            <w:pPr>
              <w:pStyle w:val="SIText"/>
            </w:pPr>
            <w:r w:rsidRPr="00963A46">
              <w:t>1.4</w:t>
            </w:r>
            <w:r w:rsidRPr="005F5FF8">
              <w:t xml:space="preserve"> Set cold room environment specifications </w:t>
            </w:r>
            <w:r w:rsidR="0064491A">
              <w:t>for temperature, humidity and air flow</w:t>
            </w:r>
          </w:p>
        </w:tc>
      </w:tr>
      <w:tr w:rsidR="0064491A" w:rsidRPr="00963A46" w14:paraId="0763B0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DC51E6" w14:textId="779895DF" w:rsidR="0064491A" w:rsidRPr="006E0BEC" w:rsidRDefault="0064491A" w:rsidP="0064491A">
            <w:pPr>
              <w:pStyle w:val="SIText"/>
            </w:pPr>
            <w:r w:rsidRPr="00AD06E2">
              <w:t xml:space="preserve">2. Operate </w:t>
            </w:r>
            <w:r>
              <w:t xml:space="preserve">and monitor </w:t>
            </w:r>
            <w:r w:rsidRPr="00AD06E2">
              <w:t>cold room</w:t>
            </w:r>
            <w:r>
              <w:t xml:space="preserve"> storage</w:t>
            </w:r>
          </w:p>
        </w:tc>
        <w:tc>
          <w:tcPr>
            <w:tcW w:w="3604" w:type="pct"/>
            <w:shd w:val="clear" w:color="auto" w:fill="auto"/>
          </w:tcPr>
          <w:p w14:paraId="16F547E8" w14:textId="475C98F3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2.1 Move and store stock safely to minimise loss</w:t>
            </w:r>
          </w:p>
          <w:p w14:paraId="1B57068F" w14:textId="466471B4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2.2 Apply storage layout and stock movement to meet cold room plan</w:t>
            </w:r>
          </w:p>
          <w:p w14:paraId="37FFBC36" w14:textId="166ACE8D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2.3 Operate mechanical transport within equipment parameters</w:t>
            </w:r>
          </w:p>
          <w:p w14:paraId="14CC1D90" w14:textId="1A82A7A1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2.4</w:t>
            </w:r>
            <w:r w:rsidRPr="00460463">
              <w:rPr>
                <w:rFonts w:eastAsiaTheme="minorHAnsi"/>
                <w:lang w:val="en-GB"/>
              </w:rPr>
              <w:t xml:space="preserve"> Monitor </w:t>
            </w:r>
            <w:r>
              <w:rPr>
                <w:rFonts w:eastAsiaTheme="minorHAnsi"/>
                <w:lang w:val="en-GB"/>
              </w:rPr>
              <w:t>environmental controls for out of range conditions</w:t>
            </w:r>
          </w:p>
          <w:p w14:paraId="3544ED86" w14:textId="21658C01" w:rsidR="0064491A" w:rsidRDefault="0064491A" w:rsidP="0064491A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2.5 Monitor stock for signs of dehydration and fungal infection</w:t>
            </w:r>
          </w:p>
          <w:p w14:paraId="123E9EED" w14:textId="4FB8C4E6" w:rsidR="0064491A" w:rsidRDefault="0064491A" w:rsidP="000E07D9">
            <w:pPr>
              <w:pStyle w:val="SIText"/>
            </w:pPr>
            <w:r>
              <w:rPr>
                <w:rFonts w:eastAsiaTheme="minorHAnsi"/>
                <w:lang w:val="en-GB"/>
              </w:rPr>
              <w:t>2.6</w:t>
            </w:r>
            <w:r w:rsidRPr="00460463">
              <w:rPr>
                <w:rFonts w:eastAsiaTheme="minorHAnsi"/>
                <w:lang w:val="en-GB"/>
              </w:rPr>
              <w:t xml:space="preserve"> Identify, rectify or report problems and anomalies </w:t>
            </w:r>
            <w:r>
              <w:rPr>
                <w:rFonts w:eastAsiaTheme="minorHAnsi"/>
                <w:lang w:val="en-GB"/>
              </w:rPr>
              <w:t>in a timely manner</w:t>
            </w:r>
          </w:p>
        </w:tc>
      </w:tr>
      <w:tr w:rsidR="0064491A" w:rsidRPr="00963A46" w14:paraId="593539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AB4B9" w14:textId="5ED37568" w:rsidR="0064491A" w:rsidRPr="006E0BEC" w:rsidRDefault="0064491A" w:rsidP="006E0BEC">
            <w:pPr>
              <w:pStyle w:val="SIText"/>
            </w:pPr>
            <w:r>
              <w:t>3. Maintain cold room</w:t>
            </w:r>
          </w:p>
        </w:tc>
        <w:tc>
          <w:tcPr>
            <w:tcW w:w="3604" w:type="pct"/>
            <w:shd w:val="clear" w:color="auto" w:fill="auto"/>
          </w:tcPr>
          <w:p w14:paraId="0AA286B2" w14:textId="3FCD31B5" w:rsidR="0064491A" w:rsidRDefault="0064491A" w:rsidP="00C956DB">
            <w:pPr>
              <w:pStyle w:val="SIText"/>
            </w:pPr>
            <w:r w:rsidRPr="00825A07">
              <w:t xml:space="preserve">3.1 </w:t>
            </w:r>
            <w:r>
              <w:t xml:space="preserve">Start up and shut down cold room to meet </w:t>
            </w:r>
            <w:r w:rsidR="00954B48">
              <w:t xml:space="preserve">manufacturers </w:t>
            </w:r>
            <w:r>
              <w:t xml:space="preserve"> specifications</w:t>
            </w:r>
            <w:r w:rsidRPr="00825A07">
              <w:t xml:space="preserve"> </w:t>
            </w:r>
          </w:p>
          <w:p w14:paraId="1FADDDD3" w14:textId="3DF8B9B5" w:rsidR="0064491A" w:rsidRDefault="0064491A" w:rsidP="00C956DB">
            <w:pPr>
              <w:pStyle w:val="SIText"/>
            </w:pPr>
            <w:r w:rsidRPr="00825A07">
              <w:t>3</w:t>
            </w:r>
            <w:r>
              <w:t>.2 Clean, sanitise and secure cold room to maintain required hygiene</w:t>
            </w:r>
          </w:p>
          <w:p w14:paraId="2DFA478A" w14:textId="09F91D23" w:rsidR="0064491A" w:rsidRDefault="0064491A" w:rsidP="00C956DB">
            <w:pPr>
              <w:pStyle w:val="SIText"/>
            </w:pPr>
            <w:r w:rsidRPr="00825A07">
              <w:t>3.3 Collect and dispose of w</w:t>
            </w:r>
            <w:r>
              <w:t>aste to maintain work area and meet environmental guidelines</w:t>
            </w:r>
          </w:p>
          <w:p w14:paraId="1CA3F686" w14:textId="34DF8D06" w:rsidR="0064491A" w:rsidRDefault="0064491A" w:rsidP="000E07D9">
            <w:pPr>
              <w:pStyle w:val="SIText"/>
            </w:pPr>
            <w:r>
              <w:t>3.4 Record cold room information accurately to ensure data is up to date</w:t>
            </w:r>
          </w:p>
        </w:tc>
      </w:tr>
    </w:tbl>
    <w:p w14:paraId="25235096" w14:textId="77777777" w:rsidR="005F771F" w:rsidRDefault="005F771F" w:rsidP="005F771F">
      <w:pPr>
        <w:pStyle w:val="SIText"/>
      </w:pPr>
    </w:p>
    <w:p w14:paraId="56D75A24" w14:textId="77777777" w:rsidR="005F771F" w:rsidRPr="000754EC" w:rsidRDefault="005F771F" w:rsidP="000754EC">
      <w:r>
        <w:br w:type="page"/>
      </w:r>
    </w:p>
    <w:p w14:paraId="1EA9F42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3900E8" w14:textId="77777777" w:rsidTr="00CA2922">
        <w:trPr>
          <w:tblHeader/>
        </w:trPr>
        <w:tc>
          <w:tcPr>
            <w:tcW w:w="5000" w:type="pct"/>
            <w:gridSpan w:val="2"/>
          </w:tcPr>
          <w:p w14:paraId="7907D3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48FD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BDC5D6" w14:textId="77777777" w:rsidTr="00CA2922">
        <w:trPr>
          <w:tblHeader/>
        </w:trPr>
        <w:tc>
          <w:tcPr>
            <w:tcW w:w="1396" w:type="pct"/>
          </w:tcPr>
          <w:p w14:paraId="40E4B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83CF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F5FF8" w:rsidRPr="00336FCA" w:rsidDel="00423CB2" w14:paraId="7168D7DD" w14:textId="77777777" w:rsidTr="00CA2922">
        <w:tc>
          <w:tcPr>
            <w:tcW w:w="1396" w:type="pct"/>
          </w:tcPr>
          <w:p w14:paraId="035B8161" w14:textId="77777777" w:rsidR="005F5FF8" w:rsidRPr="006E0BEC" w:rsidRDefault="005F5FF8" w:rsidP="006E0BEC">
            <w:pPr>
              <w:pStyle w:val="SIText"/>
            </w:pPr>
            <w:r w:rsidRPr="006E0BEC">
              <w:t>Reading</w:t>
            </w:r>
          </w:p>
        </w:tc>
        <w:tc>
          <w:tcPr>
            <w:tcW w:w="3604" w:type="pct"/>
          </w:tcPr>
          <w:p w14:paraId="687F2986" w14:textId="77777777" w:rsidR="005F5FF8" w:rsidRPr="006E0BEC" w:rsidRDefault="005F5FF8" w:rsidP="006E0BEC">
            <w:pPr>
              <w:pStyle w:val="SIBulletList1"/>
            </w:pPr>
            <w:r w:rsidRPr="006E0BEC">
              <w:t>Reads and interprets, specifications, instructions and procedures for operating a cool room and consolidates information to determine requirements</w:t>
            </w:r>
          </w:p>
        </w:tc>
      </w:tr>
      <w:tr w:rsidR="005F5FF8" w:rsidRPr="00336FCA" w:rsidDel="00423CB2" w14:paraId="446270F5" w14:textId="77777777" w:rsidTr="00CA2922">
        <w:tc>
          <w:tcPr>
            <w:tcW w:w="1396" w:type="pct"/>
          </w:tcPr>
          <w:p w14:paraId="5E2E1F7C" w14:textId="77777777" w:rsidR="005F5FF8" w:rsidRPr="006E0BEC" w:rsidRDefault="005F5FF8" w:rsidP="006E0BEC">
            <w:pPr>
              <w:pStyle w:val="SIText"/>
            </w:pPr>
            <w:r w:rsidRPr="006E0BEC">
              <w:t>Writing</w:t>
            </w:r>
          </w:p>
        </w:tc>
        <w:tc>
          <w:tcPr>
            <w:tcW w:w="3604" w:type="pct"/>
          </w:tcPr>
          <w:p w14:paraId="2A7ACEF6" w14:textId="77777777" w:rsidR="005F5FF8" w:rsidRPr="006E0BEC" w:rsidRDefault="005F5FF8" w:rsidP="006E0BEC">
            <w:pPr>
              <w:pStyle w:val="SIBulletList1"/>
            </w:pPr>
            <w:r w:rsidRPr="006E0BEC">
              <w:t xml:space="preserve">Prepares relevant reporting and other documentation using clear language, correct spelling and industry terminology </w:t>
            </w:r>
          </w:p>
        </w:tc>
      </w:tr>
      <w:tr w:rsidR="005F5FF8" w:rsidRPr="00336FCA" w:rsidDel="00423CB2" w14:paraId="2DB84932" w14:textId="77777777" w:rsidTr="00CD7A28">
        <w:trPr>
          <w:trHeight w:val="212"/>
        </w:trPr>
        <w:tc>
          <w:tcPr>
            <w:tcW w:w="1396" w:type="pct"/>
          </w:tcPr>
          <w:p w14:paraId="0F944CAF" w14:textId="77777777" w:rsidR="005F5FF8" w:rsidRPr="006E0BEC" w:rsidRDefault="005F5FF8" w:rsidP="006E0BEC">
            <w:pPr>
              <w:pStyle w:val="SIText"/>
            </w:pPr>
            <w:r w:rsidRPr="006E0BEC">
              <w:t>Numeracy</w:t>
            </w:r>
          </w:p>
        </w:tc>
        <w:tc>
          <w:tcPr>
            <w:tcW w:w="3604" w:type="pct"/>
          </w:tcPr>
          <w:p w14:paraId="474E9BB5" w14:textId="77777777" w:rsidR="005F5FF8" w:rsidRPr="006E0BEC" w:rsidRDefault="005F5FF8" w:rsidP="006E0BEC">
            <w:pPr>
              <w:pStyle w:val="SIBulletList1"/>
            </w:pPr>
            <w:r w:rsidRPr="006E0BEC">
              <w:t>Performs basic calculations for, measuring and adjusting environmental controls for a cool room</w:t>
            </w:r>
          </w:p>
        </w:tc>
      </w:tr>
      <w:tr w:rsidR="005F5FF8" w:rsidRPr="00336FCA" w:rsidDel="00423CB2" w14:paraId="4327E831" w14:textId="77777777" w:rsidTr="00CD7A28">
        <w:trPr>
          <w:trHeight w:val="212"/>
        </w:trPr>
        <w:tc>
          <w:tcPr>
            <w:tcW w:w="1396" w:type="pct"/>
          </w:tcPr>
          <w:p w14:paraId="11DCBFDC" w14:textId="77777777" w:rsidR="005F5FF8" w:rsidRPr="006E0BEC" w:rsidRDefault="005F5FF8" w:rsidP="006E0BEC">
            <w:pPr>
              <w:pStyle w:val="SIText"/>
            </w:pPr>
            <w:r w:rsidRPr="006E0BEC">
              <w:t>Oral Communication</w:t>
            </w:r>
          </w:p>
        </w:tc>
        <w:tc>
          <w:tcPr>
            <w:tcW w:w="3604" w:type="pct"/>
          </w:tcPr>
          <w:p w14:paraId="5CB91357" w14:textId="77777777" w:rsidR="005F5FF8" w:rsidRPr="006E0BEC" w:rsidRDefault="005F5FF8" w:rsidP="006E0BEC">
            <w:pPr>
              <w:pStyle w:val="SIBulletList1"/>
            </w:pPr>
            <w:r w:rsidRPr="006E0BEC">
              <w:t>Uses clear language and oral concepts when clarifying and confirming work requirements and cool room controls</w:t>
            </w:r>
          </w:p>
        </w:tc>
      </w:tr>
      <w:tr w:rsidR="005F5FF8" w:rsidRPr="00336FCA" w:rsidDel="00423CB2" w14:paraId="0D6BA07A" w14:textId="77777777" w:rsidTr="00CD7A28">
        <w:trPr>
          <w:trHeight w:val="212"/>
        </w:trPr>
        <w:tc>
          <w:tcPr>
            <w:tcW w:w="1396" w:type="pct"/>
          </w:tcPr>
          <w:p w14:paraId="6D0375BE" w14:textId="77777777" w:rsidR="005F5FF8" w:rsidRPr="006E0BEC" w:rsidRDefault="005F5FF8" w:rsidP="006E0BEC">
            <w:pPr>
              <w:pStyle w:val="SIText"/>
            </w:pPr>
            <w:r w:rsidRPr="006E0BEC">
              <w:t>Navigate the world of work</w:t>
            </w:r>
          </w:p>
        </w:tc>
        <w:tc>
          <w:tcPr>
            <w:tcW w:w="3604" w:type="pct"/>
          </w:tcPr>
          <w:p w14:paraId="38C8E0FA" w14:textId="77777777" w:rsidR="005F5FF8" w:rsidRPr="006E0BEC" w:rsidRDefault="005F5FF8" w:rsidP="006E0BEC">
            <w:pPr>
              <w:pStyle w:val="SIBulletList1"/>
            </w:pPr>
            <w:r w:rsidRPr="006E0BEC">
              <w:t>Recognises organisational and regulatory expectations and follows explicit protocols and procedures for controlling a cool room within defined level of responsibility</w:t>
            </w:r>
          </w:p>
        </w:tc>
      </w:tr>
      <w:tr w:rsidR="005F5FF8" w:rsidRPr="00336FCA" w:rsidDel="00423CB2" w14:paraId="1340AFEB" w14:textId="77777777" w:rsidTr="00CD7A28">
        <w:trPr>
          <w:trHeight w:val="212"/>
        </w:trPr>
        <w:tc>
          <w:tcPr>
            <w:tcW w:w="1396" w:type="pct"/>
          </w:tcPr>
          <w:p w14:paraId="74F830FF" w14:textId="77777777" w:rsidR="005F5FF8" w:rsidRPr="006E0BEC" w:rsidRDefault="005F5FF8" w:rsidP="006E0BEC">
            <w:pPr>
              <w:pStyle w:val="SIText"/>
            </w:pPr>
            <w:r w:rsidRPr="006E0BEC">
              <w:t>Get the work done</w:t>
            </w:r>
          </w:p>
        </w:tc>
        <w:tc>
          <w:tcPr>
            <w:tcW w:w="3604" w:type="pct"/>
          </w:tcPr>
          <w:p w14:paraId="707CAE2E" w14:textId="77777777" w:rsidR="005F5FF8" w:rsidRPr="006E0BEC" w:rsidRDefault="005F5FF8" w:rsidP="006E0BEC">
            <w:pPr>
              <w:pStyle w:val="SIBulletList1"/>
            </w:pPr>
            <w:r w:rsidRPr="006E0BEC">
              <w:t>Follows clearly defined instructions and sequencing, and monitors own progress for controlling cool room environment and seeks assistance when necessary</w:t>
            </w:r>
          </w:p>
          <w:p w14:paraId="06D2C044" w14:textId="77777777" w:rsidR="005F5FF8" w:rsidRDefault="005F5FF8" w:rsidP="006E0BEC">
            <w:pPr>
              <w:pStyle w:val="SIBulletList1"/>
            </w:pPr>
            <w:r w:rsidRPr="006E0BEC">
              <w:t>Makes low-impact decisions around immediate clearly defined tasks</w:t>
            </w:r>
          </w:p>
          <w:p w14:paraId="7A330B2D" w14:textId="0F75437C" w:rsidR="00954B48" w:rsidRPr="006E0BEC" w:rsidRDefault="00954B48" w:rsidP="00954B48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33A97382" w14:textId="77777777" w:rsidR="00916CD7" w:rsidRDefault="00916CD7" w:rsidP="005F771F">
      <w:pPr>
        <w:pStyle w:val="SIText"/>
      </w:pPr>
    </w:p>
    <w:p w14:paraId="06C1115B" w14:textId="77777777" w:rsidR="00916CD7" w:rsidRDefault="00916CD7" w:rsidP="00DD0726">
      <w:pPr>
        <w:pStyle w:val="SIText"/>
      </w:pPr>
    </w:p>
    <w:p w14:paraId="37C37C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242EF" w14:textId="77777777" w:rsidTr="00F33FF2">
        <w:tc>
          <w:tcPr>
            <w:tcW w:w="5000" w:type="pct"/>
            <w:gridSpan w:val="4"/>
          </w:tcPr>
          <w:p w14:paraId="6185FCD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306607" w14:textId="77777777" w:rsidTr="00F33FF2">
        <w:tc>
          <w:tcPr>
            <w:tcW w:w="1028" w:type="pct"/>
          </w:tcPr>
          <w:p w14:paraId="450EC1CF" w14:textId="77777777" w:rsidR="00F1480E" w:rsidRPr="000E07D9" w:rsidRDefault="00F1480E" w:rsidP="000E07D9">
            <w:pPr>
              <w:pStyle w:val="SIText-Bold"/>
            </w:pPr>
            <w:r w:rsidRPr="000E07D9">
              <w:t>Code and title current version</w:t>
            </w:r>
          </w:p>
        </w:tc>
        <w:tc>
          <w:tcPr>
            <w:tcW w:w="1105" w:type="pct"/>
          </w:tcPr>
          <w:p w14:paraId="622E0D1F" w14:textId="77777777" w:rsidR="00F1480E" w:rsidRPr="000E07D9" w:rsidRDefault="00F1480E" w:rsidP="000E07D9">
            <w:pPr>
              <w:pStyle w:val="SIText-Bold"/>
            </w:pPr>
            <w:r w:rsidRPr="000E07D9">
              <w:t>Code and title previous version</w:t>
            </w:r>
          </w:p>
        </w:tc>
        <w:tc>
          <w:tcPr>
            <w:tcW w:w="1251" w:type="pct"/>
          </w:tcPr>
          <w:p w14:paraId="1BBA3FD2" w14:textId="77777777" w:rsidR="00F1480E" w:rsidRPr="000E07D9" w:rsidRDefault="00F1480E" w:rsidP="000E07D9">
            <w:pPr>
              <w:pStyle w:val="SIText-Bold"/>
            </w:pPr>
            <w:r w:rsidRPr="000E07D9">
              <w:t>Comments</w:t>
            </w:r>
          </w:p>
        </w:tc>
        <w:tc>
          <w:tcPr>
            <w:tcW w:w="1616" w:type="pct"/>
          </w:tcPr>
          <w:p w14:paraId="532F21CC" w14:textId="77777777" w:rsidR="00F1480E" w:rsidRPr="000E07D9" w:rsidRDefault="00F1480E" w:rsidP="000E07D9">
            <w:pPr>
              <w:pStyle w:val="SIText-Bold"/>
            </w:pPr>
            <w:r w:rsidRPr="000E07D9">
              <w:t>Equivalence status</w:t>
            </w:r>
          </w:p>
        </w:tc>
      </w:tr>
      <w:tr w:rsidR="005F5FF8" w14:paraId="71E871F3" w14:textId="77777777" w:rsidTr="005F5FF8">
        <w:trPr>
          <w:trHeight w:val="427"/>
        </w:trPr>
        <w:tc>
          <w:tcPr>
            <w:tcW w:w="1028" w:type="pct"/>
          </w:tcPr>
          <w:p w14:paraId="25C6E8FF" w14:textId="36EC6BFD" w:rsidR="005F5FF8" w:rsidRPr="005F5FF8" w:rsidRDefault="000D0623" w:rsidP="005F5FF8">
            <w:pPr>
              <w:pStyle w:val="SIText"/>
            </w:pPr>
            <w:r>
              <w:t xml:space="preserve">FBPVIT2021 </w:t>
            </w:r>
            <w:r w:rsidR="005F5FF8" w:rsidRPr="006A5EF6">
              <w:t>Operate nursery cold storage facilities</w:t>
            </w:r>
          </w:p>
        </w:tc>
        <w:tc>
          <w:tcPr>
            <w:tcW w:w="1105" w:type="pct"/>
          </w:tcPr>
          <w:p w14:paraId="5AE538EE" w14:textId="77777777" w:rsidR="005F5FF8" w:rsidRPr="005F5FF8" w:rsidRDefault="005F5FF8" w:rsidP="005F5FF8">
            <w:pPr>
              <w:pStyle w:val="SIText"/>
            </w:pPr>
            <w:r w:rsidRPr="006A5EF6">
              <w:t>FDFWGG2021A Operate nursery cold storage facilities</w:t>
            </w:r>
          </w:p>
        </w:tc>
        <w:tc>
          <w:tcPr>
            <w:tcW w:w="1251" w:type="pct"/>
          </w:tcPr>
          <w:p w14:paraId="26C5E871" w14:textId="77777777" w:rsidR="005F5FF8" w:rsidRPr="005F5FF8" w:rsidRDefault="005F5FF8" w:rsidP="005F5FF8">
            <w:pPr>
              <w:pStyle w:val="SIText"/>
            </w:pPr>
            <w:r>
              <w:t>Updated to meet Standards for Training Packages</w:t>
            </w:r>
          </w:p>
          <w:p w14:paraId="1172F2B2" w14:textId="2568AC6D" w:rsidR="005F5FF8" w:rsidRPr="005F5FF8" w:rsidRDefault="005F5FF8" w:rsidP="005F5FF8">
            <w:pPr>
              <w:pStyle w:val="SIText"/>
            </w:pPr>
            <w:r>
              <w:t>M</w:t>
            </w:r>
            <w:r w:rsidR="00954B48">
              <w:t>ajor</w:t>
            </w:r>
            <w:r>
              <w:t xml:space="preserve"> changes to </w:t>
            </w:r>
            <w:r w:rsidR="00954B48">
              <w:t xml:space="preserve">Elements and </w:t>
            </w:r>
            <w:r>
              <w:t xml:space="preserve">Performance Criteria for </w:t>
            </w:r>
            <w:r w:rsidR="009C35F5">
              <w:t>clear outcomes</w:t>
            </w:r>
          </w:p>
        </w:tc>
        <w:tc>
          <w:tcPr>
            <w:tcW w:w="1616" w:type="pct"/>
          </w:tcPr>
          <w:p w14:paraId="01D5609F" w14:textId="5D1E7BE4" w:rsidR="005F5FF8" w:rsidRPr="005F5FF8" w:rsidRDefault="00954B48" w:rsidP="005F5FF8">
            <w:pPr>
              <w:pStyle w:val="SIText"/>
            </w:pPr>
            <w:r>
              <w:t>No e</w:t>
            </w:r>
            <w:r w:rsidR="005F5FF8" w:rsidRPr="005F5FF8">
              <w:t>quivalent unit</w:t>
            </w:r>
          </w:p>
        </w:tc>
      </w:tr>
    </w:tbl>
    <w:p w14:paraId="7D686E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B44C63" w14:textId="77777777" w:rsidTr="00CA2922">
        <w:tc>
          <w:tcPr>
            <w:tcW w:w="1396" w:type="pct"/>
            <w:shd w:val="clear" w:color="auto" w:fill="auto"/>
          </w:tcPr>
          <w:p w14:paraId="2A5DE2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EB92D28" w14:textId="77777777" w:rsidR="005F5FF8" w:rsidRPr="005F5FF8" w:rsidRDefault="005F5FF8" w:rsidP="005F5FF8">
            <w:pPr>
              <w:pStyle w:val="SIText"/>
            </w:pPr>
            <w:r>
              <w:t>Companion Volumes, including Implementation G</w:t>
            </w:r>
            <w:r w:rsidRPr="005F5FF8">
              <w:t xml:space="preserve">uides, are available at </w:t>
            </w:r>
            <w:proofErr w:type="spellStart"/>
            <w:r w:rsidRPr="005F5FF8">
              <w:t>VETNet</w:t>
            </w:r>
            <w:proofErr w:type="spellEnd"/>
            <w:r w:rsidRPr="005F5FF8">
              <w:t xml:space="preserve"> -</w:t>
            </w:r>
            <w:hyperlink r:id="rId11" w:history="1">
              <w:r w:rsidRPr="005F5FF8">
                <w:t>https://vetnet.education.gov.au/Pages/TrainingDocs.aspx?q=78b15323-cd38-483e-aad7-1159b570a5c4</w:t>
              </w:r>
            </w:hyperlink>
          </w:p>
          <w:p w14:paraId="51064C92" w14:textId="77777777" w:rsidR="00F1480E" w:rsidRPr="000754EC" w:rsidRDefault="00A76C6C" w:rsidP="00CD7A28">
            <w:pPr>
              <w:pStyle w:val="SIText"/>
            </w:pPr>
            <w:r w:rsidRPr="000754EC">
              <w:t xml:space="preserve"> </w:t>
            </w:r>
          </w:p>
        </w:tc>
      </w:tr>
    </w:tbl>
    <w:p w14:paraId="14E35985" w14:textId="77777777" w:rsidR="00F1480E" w:rsidRDefault="00F1480E" w:rsidP="005F771F">
      <w:pPr>
        <w:pStyle w:val="SIText"/>
      </w:pPr>
    </w:p>
    <w:p w14:paraId="70EDF7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E07D9" w:rsidRPr="00E91BFF" w14:paraId="15BD68A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4F9959" w14:textId="4810FE2D" w:rsidR="000E07D9" w:rsidRPr="000E07D9" w:rsidRDefault="000F3441" w:rsidP="000F3441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CBACFAA" w14:textId="7583B264" w:rsidR="000E07D9" w:rsidRPr="000E07D9" w:rsidRDefault="000F3441" w:rsidP="000F344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D0623">
              <w:rPr>
                <w:rFonts w:eastAsiaTheme="minorHAnsi"/>
                <w:lang w:val="en-GB" w:eastAsia="en-US"/>
              </w:rPr>
              <w:t>FBPVIT</w:t>
            </w:r>
            <w:r>
              <w:t xml:space="preserve">2021 </w:t>
            </w:r>
            <w:r w:rsidR="000E07D9">
              <w:t>O</w:t>
            </w:r>
            <w:r w:rsidR="000E07D9" w:rsidRPr="000E07D9">
              <w:t>perate nursery cold storage facilities</w:t>
            </w:r>
          </w:p>
        </w:tc>
      </w:tr>
      <w:tr w:rsidR="00556C4C" w:rsidRPr="00A55106" w14:paraId="6F23BB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63A0F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6F4B4F" w14:textId="77777777" w:rsidTr="00113678">
        <w:tc>
          <w:tcPr>
            <w:tcW w:w="5000" w:type="pct"/>
            <w:gridSpan w:val="2"/>
            <w:shd w:val="clear" w:color="auto" w:fill="auto"/>
          </w:tcPr>
          <w:p w14:paraId="48E6137B" w14:textId="00D98FD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D863D03" w14:textId="77777777" w:rsidR="0026394F" w:rsidRDefault="0026394F" w:rsidP="00E40225">
            <w:pPr>
              <w:pStyle w:val="SIText"/>
            </w:pPr>
          </w:p>
          <w:p w14:paraId="61DF6212" w14:textId="77777777" w:rsidR="00A7578A" w:rsidRPr="00A7578A" w:rsidRDefault="00A7578A" w:rsidP="00A7578A">
            <w:pPr>
              <w:pStyle w:val="SIText"/>
            </w:pPr>
            <w:r>
              <w:t>There must be evidence that the individual has demonstrated the operation of nursery cold storage facilities on two separate occasions,</w:t>
            </w:r>
            <w:r w:rsidRPr="00A7578A">
              <w:t xml:space="preserve"> including:</w:t>
            </w:r>
          </w:p>
          <w:p w14:paraId="0A660492" w14:textId="77777777" w:rsidR="00954B48" w:rsidRDefault="00954B48" w:rsidP="00954B48">
            <w:pPr>
              <w:pStyle w:val="SIBulletList1"/>
            </w:pPr>
            <w:r>
              <w:t>accurately applying workplace instructions to cold room operations</w:t>
            </w:r>
          </w:p>
          <w:p w14:paraId="06CA04B3" w14:textId="77777777" w:rsidR="00954B48" w:rsidRDefault="00954B48" w:rsidP="00954B48">
            <w:pPr>
              <w:pStyle w:val="SIBulletList1"/>
            </w:pPr>
            <w:r>
              <w:t>identifying and using suitable personal protective clothing and equipment</w:t>
            </w:r>
          </w:p>
          <w:p w14:paraId="0F22E839" w14:textId="77777777" w:rsidR="00954B48" w:rsidRDefault="00954B48" w:rsidP="00954B48">
            <w:pPr>
              <w:pStyle w:val="SIBulletList1"/>
            </w:pPr>
            <w:r>
              <w:t>identifying and controlling workplace hazards in cold room operations</w:t>
            </w:r>
          </w:p>
          <w:p w14:paraId="49339817" w14:textId="77777777" w:rsidR="00954B48" w:rsidRDefault="00954B48" w:rsidP="00954B48">
            <w:pPr>
              <w:pStyle w:val="SIBulletList1"/>
            </w:pPr>
            <w:r>
              <w:t>monitoring cold storage and stock conditions and making required adjustments</w:t>
            </w:r>
          </w:p>
          <w:p w14:paraId="5B5E8BD6" w14:textId="77777777" w:rsidR="00954B48" w:rsidRDefault="00954B48" w:rsidP="00954B48">
            <w:pPr>
              <w:pStyle w:val="SIBulletList1"/>
            </w:pPr>
            <w:r>
              <w:t xml:space="preserve">identifying and reporting on anomalies </w:t>
            </w:r>
          </w:p>
          <w:p w14:paraId="552776A5" w14:textId="77777777" w:rsidR="00954B48" w:rsidRDefault="00954B48" w:rsidP="00954B48">
            <w:pPr>
              <w:pStyle w:val="SIBulletList1"/>
            </w:pPr>
            <w:r>
              <w:t>shutting down, cleaning, sanitise and securing cold storage facilities</w:t>
            </w:r>
          </w:p>
          <w:p w14:paraId="65FF72FA" w14:textId="77777777" w:rsidR="00954B48" w:rsidRDefault="00954B48" w:rsidP="00954B48">
            <w:pPr>
              <w:pStyle w:val="SIBulletList1"/>
            </w:pPr>
            <w:r>
              <w:t>recognising and acting upon out-of-range conditions</w:t>
            </w:r>
          </w:p>
          <w:p w14:paraId="13EAD543" w14:textId="3A4D6BE3" w:rsidR="00954B48" w:rsidRDefault="00954B48" w:rsidP="00954B48">
            <w:pPr>
              <w:pStyle w:val="SIBulletList1"/>
            </w:pPr>
            <w:r>
              <w:t>recording information accurately and timely.</w:t>
            </w:r>
          </w:p>
          <w:p w14:paraId="4EA2038E" w14:textId="0E7AA940" w:rsidR="000E07D9" w:rsidRPr="000754EC" w:rsidRDefault="000E07D9" w:rsidP="00A7578A"/>
        </w:tc>
      </w:tr>
    </w:tbl>
    <w:p w14:paraId="20A8DE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47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738F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32938C" w14:textId="77777777" w:rsidTr="00CA2922">
        <w:tc>
          <w:tcPr>
            <w:tcW w:w="5000" w:type="pct"/>
            <w:shd w:val="clear" w:color="auto" w:fill="auto"/>
          </w:tcPr>
          <w:p w14:paraId="75493BA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7164C55" w14:textId="77777777" w:rsidR="00954B48" w:rsidRDefault="00954B48" w:rsidP="00954B48">
            <w:pPr>
              <w:pStyle w:val="SIBulletList1"/>
            </w:pPr>
            <w:r>
              <w:t>work health and safety (WHS) hazards and controls when working in a cold room, including:</w:t>
            </w:r>
          </w:p>
          <w:p w14:paraId="6D7B2F45" w14:textId="77777777" w:rsidR="00954B48" w:rsidRDefault="00954B48" w:rsidP="00954B48">
            <w:pPr>
              <w:pStyle w:val="SIBulletList2"/>
            </w:pPr>
            <w:r>
              <w:t>selecting, fitting and using appropriate personal protective clothing and equipment</w:t>
            </w:r>
          </w:p>
          <w:p w14:paraId="5EA2305F" w14:textId="5264AF5B" w:rsidR="00954B48" w:rsidRDefault="00954B48" w:rsidP="009C35F5">
            <w:pPr>
              <w:pStyle w:val="SIBulletList2"/>
            </w:pPr>
            <w:r>
              <w:t>following safe work procedures to minimise hazards</w:t>
            </w:r>
          </w:p>
          <w:p w14:paraId="556A0BF1" w14:textId="1A941E79" w:rsidR="00954B48" w:rsidRDefault="00954B48" w:rsidP="009C35F5">
            <w:pPr>
              <w:pStyle w:val="SIBulletList1"/>
            </w:pPr>
            <w:r>
              <w:t>accessing workplace information required to operate cold storage facilities</w:t>
            </w:r>
          </w:p>
          <w:p w14:paraId="605903A7" w14:textId="77777777" w:rsidR="00954B48" w:rsidRDefault="00954B48" w:rsidP="00954B48">
            <w:pPr>
              <w:pStyle w:val="SIBulletList1"/>
            </w:pPr>
            <w:r>
              <w:t>principles and practices of cold room planning and operation, including:</w:t>
            </w:r>
          </w:p>
          <w:p w14:paraId="51EDF51C" w14:textId="77777777" w:rsidR="00954B48" w:rsidRDefault="00954B48" w:rsidP="00954B48">
            <w:pPr>
              <w:pStyle w:val="SIBulletList2"/>
            </w:pPr>
            <w:r>
              <w:t>purpose and use of components of a cold room</w:t>
            </w:r>
          </w:p>
          <w:p w14:paraId="44979F71" w14:textId="1F104124" w:rsidR="00954B48" w:rsidRDefault="00954B48" w:rsidP="009C35F5">
            <w:pPr>
              <w:pStyle w:val="SIBulletList2"/>
            </w:pPr>
            <w:r>
              <w:t>cold room equipment operating instructions</w:t>
            </w:r>
          </w:p>
          <w:p w14:paraId="07CC9AA8" w14:textId="77777777" w:rsidR="00954B48" w:rsidRDefault="00954B48" w:rsidP="00954B48">
            <w:pPr>
              <w:pStyle w:val="SIBulletList1"/>
            </w:pPr>
            <w:r>
              <w:t>principles and methods of maintaining cold room performance:</w:t>
            </w:r>
          </w:p>
          <w:p w14:paraId="4F55C206" w14:textId="77777777" w:rsidR="00954B48" w:rsidRDefault="00954B48" w:rsidP="00954B48">
            <w:pPr>
              <w:pStyle w:val="SIBulletList2"/>
            </w:pPr>
            <w:r>
              <w:t>methods of packing and monitoring a cold room</w:t>
            </w:r>
          </w:p>
          <w:p w14:paraId="2801335A" w14:textId="77777777" w:rsidR="00954B48" w:rsidRDefault="00954B48" w:rsidP="00954B48">
            <w:pPr>
              <w:pStyle w:val="SIBulletList2"/>
            </w:pPr>
            <w:r>
              <w:t>common causes of variation or malfunction and the corrective action required</w:t>
            </w:r>
          </w:p>
          <w:p w14:paraId="511BCEFF" w14:textId="77777777" w:rsidR="00954B48" w:rsidRDefault="00954B48" w:rsidP="00954B48">
            <w:pPr>
              <w:pStyle w:val="SIBulletList2"/>
            </w:pPr>
            <w:r>
              <w:t>effect of cold storage on cuttings</w:t>
            </w:r>
          </w:p>
          <w:p w14:paraId="32E0FB88" w14:textId="77777777" w:rsidR="00954B48" w:rsidRDefault="00954B48" w:rsidP="00954B48">
            <w:pPr>
              <w:pStyle w:val="SIBulletList2"/>
            </w:pPr>
            <w:r>
              <w:t>post-storage treatment of cuttings</w:t>
            </w:r>
          </w:p>
          <w:p w14:paraId="7C1E63A6" w14:textId="77777777" w:rsidR="00954B48" w:rsidRDefault="00954B48" w:rsidP="00954B48">
            <w:pPr>
              <w:pStyle w:val="SIBulletList2"/>
            </w:pPr>
            <w:r>
              <w:t>applying cold room plan</w:t>
            </w:r>
          </w:p>
          <w:p w14:paraId="34E1CFF1" w14:textId="77777777" w:rsidR="00954B48" w:rsidRDefault="00954B48" w:rsidP="00954B48">
            <w:pPr>
              <w:pStyle w:val="SIBulletList2"/>
            </w:pPr>
            <w:r>
              <w:t xml:space="preserve">moving material in and out of cold room </w:t>
            </w:r>
          </w:p>
          <w:p w14:paraId="697DB4BA" w14:textId="66305D7B" w:rsidR="00954B48" w:rsidRDefault="00954B48" w:rsidP="009C35F5">
            <w:pPr>
              <w:pStyle w:val="SIBulletList2"/>
            </w:pPr>
            <w:r>
              <w:t>using manual and mechanical transfer methods</w:t>
            </w:r>
          </w:p>
          <w:p w14:paraId="168B3072" w14:textId="01E93294" w:rsidR="00954B48" w:rsidRDefault="00954B48" w:rsidP="00954B48">
            <w:pPr>
              <w:pStyle w:val="SIBulletList1"/>
            </w:pPr>
            <w:r>
              <w:t xml:space="preserve">monitoring the health of cuttings during storage and checking for </w:t>
            </w:r>
            <w:bookmarkStart w:id="0" w:name="_GoBack"/>
            <w:bookmarkEnd w:id="0"/>
            <w:r>
              <w:t>signs of:</w:t>
            </w:r>
          </w:p>
          <w:p w14:paraId="74CE35F7" w14:textId="77777777" w:rsidR="00954B48" w:rsidRDefault="00954B48" w:rsidP="00954B48">
            <w:pPr>
              <w:pStyle w:val="SIBulletList2"/>
            </w:pPr>
            <w:r>
              <w:t>dehydration</w:t>
            </w:r>
          </w:p>
          <w:p w14:paraId="65216A3A" w14:textId="0B53545F" w:rsidR="00954B48" w:rsidRDefault="00954B48" w:rsidP="009C35F5">
            <w:pPr>
              <w:pStyle w:val="SIBulletList2"/>
            </w:pPr>
            <w:r>
              <w:t>fungal infection</w:t>
            </w:r>
          </w:p>
          <w:p w14:paraId="4DF52004" w14:textId="19893DC1" w:rsidR="00954B48" w:rsidRDefault="00954B48" w:rsidP="00954B48">
            <w:pPr>
              <w:pStyle w:val="SIBulletList1"/>
            </w:pPr>
            <w:r>
              <w:t>monitoring cold room facilities checking for out-of-range conditions</w:t>
            </w:r>
            <w:r w:rsidR="008C5018">
              <w:t>,</w:t>
            </w:r>
            <w:r>
              <w:t xml:space="preserve"> including:</w:t>
            </w:r>
          </w:p>
          <w:p w14:paraId="4FDA1756" w14:textId="77777777" w:rsidR="00954B48" w:rsidRDefault="00954B48" w:rsidP="00954B48">
            <w:pPr>
              <w:pStyle w:val="SIBulletList2"/>
            </w:pPr>
            <w:r>
              <w:t>temperature variations</w:t>
            </w:r>
          </w:p>
          <w:p w14:paraId="7CBE2EEE" w14:textId="77777777" w:rsidR="00954B48" w:rsidRDefault="00954B48" w:rsidP="00954B48">
            <w:pPr>
              <w:pStyle w:val="SIBulletList2"/>
            </w:pPr>
            <w:r>
              <w:t>humidity</w:t>
            </w:r>
          </w:p>
          <w:p w14:paraId="616C1F16" w14:textId="7D696D33" w:rsidR="00954B48" w:rsidRDefault="00954B48" w:rsidP="009C35F5">
            <w:pPr>
              <w:pStyle w:val="SIBulletList2"/>
            </w:pPr>
            <w:r>
              <w:t>air flow</w:t>
            </w:r>
          </w:p>
          <w:p w14:paraId="4C3D6C47" w14:textId="4E0EAA62" w:rsidR="00954B48" w:rsidRDefault="00954B48" w:rsidP="009C35F5">
            <w:pPr>
              <w:pStyle w:val="SIBulletList1"/>
            </w:pPr>
            <w:r>
              <w:t>starting up and shutting down equipment in response to routine and emergency situations</w:t>
            </w:r>
          </w:p>
          <w:p w14:paraId="6B6FB31C" w14:textId="7BAF49D0" w:rsidR="00954B48" w:rsidRDefault="008C5018" w:rsidP="00954B48">
            <w:pPr>
              <w:pStyle w:val="SIBulletList1"/>
            </w:pPr>
            <w:r>
              <w:t>c</w:t>
            </w:r>
            <w:r w:rsidR="00954B48">
              <w:t>old room nursery hygiene and environment</w:t>
            </w:r>
            <w:r>
              <w:t>,</w:t>
            </w:r>
            <w:r w:rsidR="00954B48">
              <w:t xml:space="preserve"> including:</w:t>
            </w:r>
          </w:p>
          <w:p w14:paraId="373738C7" w14:textId="77777777" w:rsidR="00954B48" w:rsidRDefault="00954B48" w:rsidP="00954B48">
            <w:pPr>
              <w:pStyle w:val="SIBulletList2"/>
            </w:pPr>
            <w:r>
              <w:t>applicable environmental law and regulation</w:t>
            </w:r>
          </w:p>
          <w:p w14:paraId="5C89EAA8" w14:textId="77777777" w:rsidR="00954B48" w:rsidRDefault="00954B48" w:rsidP="00954B48">
            <w:pPr>
              <w:pStyle w:val="SIBulletList2"/>
            </w:pPr>
            <w:r>
              <w:t>enterprise and industry codes of practice</w:t>
            </w:r>
          </w:p>
          <w:p w14:paraId="31FC09FF" w14:textId="77777777" w:rsidR="00954B48" w:rsidRDefault="00954B48" w:rsidP="00954B48">
            <w:pPr>
              <w:pStyle w:val="SIBulletList2"/>
            </w:pPr>
            <w:r>
              <w:t>cleaning and sanitary requirements</w:t>
            </w:r>
          </w:p>
          <w:p w14:paraId="2D1842BF" w14:textId="77777777" w:rsidR="00954B48" w:rsidRDefault="00954B48" w:rsidP="00954B48">
            <w:pPr>
              <w:pStyle w:val="SIBulletList2"/>
            </w:pPr>
            <w:r>
              <w:t>waste collection and disposal</w:t>
            </w:r>
          </w:p>
          <w:p w14:paraId="2C4D5300" w14:textId="0D6F1678" w:rsidR="00954B48" w:rsidRDefault="00954B48" w:rsidP="009C35F5">
            <w:pPr>
              <w:pStyle w:val="SIBulletList2"/>
            </w:pPr>
            <w:r>
              <w:t>maintaining work area to meet standards</w:t>
            </w:r>
          </w:p>
          <w:p w14:paraId="2D75E44B" w14:textId="0EAFB1E4" w:rsidR="00954B48" w:rsidRDefault="008C5018" w:rsidP="00954B48">
            <w:pPr>
              <w:pStyle w:val="SIBulletList1"/>
            </w:pPr>
            <w:r>
              <w:t>t</w:t>
            </w:r>
            <w:r w:rsidR="00954B48">
              <w:t>ypes of workplace records and means of recording</w:t>
            </w:r>
            <w:r>
              <w:t>,</w:t>
            </w:r>
            <w:r w:rsidR="00954B48">
              <w:t xml:space="preserve"> including:</w:t>
            </w:r>
          </w:p>
          <w:p w14:paraId="1EC3DB0E" w14:textId="77777777" w:rsidR="00954B48" w:rsidRDefault="00954B48" w:rsidP="00954B48">
            <w:pPr>
              <w:pStyle w:val="SIBulletList2"/>
            </w:pPr>
            <w:r>
              <w:t>manual</w:t>
            </w:r>
          </w:p>
          <w:p w14:paraId="5AB75857" w14:textId="6984E05D" w:rsidR="00954B48" w:rsidRDefault="00954B48" w:rsidP="00954B48">
            <w:pPr>
              <w:pStyle w:val="SIBulletList2"/>
            </w:pPr>
            <w:proofErr w:type="gramStart"/>
            <w:r>
              <w:t>data</w:t>
            </w:r>
            <w:proofErr w:type="gramEnd"/>
            <w:r>
              <w:t xml:space="preserve"> entry devices</w:t>
            </w:r>
            <w:r w:rsidR="008C5018">
              <w:t>.</w:t>
            </w:r>
          </w:p>
          <w:p w14:paraId="3F14FCC9" w14:textId="1BB54EE3" w:rsidR="00CD7A28" w:rsidRPr="000754EC" w:rsidRDefault="00CD7A28" w:rsidP="00A7578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65324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71B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A25C2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1418C70B" w14:textId="77777777" w:rsidTr="00CA2922">
        <w:tc>
          <w:tcPr>
            <w:tcW w:w="5000" w:type="pct"/>
            <w:shd w:val="clear" w:color="auto" w:fill="auto"/>
          </w:tcPr>
          <w:p w14:paraId="14B87689" w14:textId="15A023E6" w:rsidR="00A7578A" w:rsidRPr="00A7578A" w:rsidRDefault="00A7578A" w:rsidP="00A7578A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4557E42" w14:textId="77777777" w:rsidR="00954B48" w:rsidRDefault="00954B48" w:rsidP="00954B48">
            <w:pPr>
              <w:pStyle w:val="SIBulletList1"/>
            </w:pPr>
            <w:r>
              <w:t>physical conditions:</w:t>
            </w:r>
          </w:p>
          <w:p w14:paraId="3ED9871D" w14:textId="77777777" w:rsidR="00954B48" w:rsidRDefault="00954B48" w:rsidP="00954B48">
            <w:pPr>
              <w:pStyle w:val="SIBulletList2"/>
            </w:pPr>
            <w:r>
              <w:t>a workplace or an environment that accurately represents workplace cool room conditions</w:t>
            </w:r>
          </w:p>
          <w:p w14:paraId="26F78C2A" w14:textId="77777777" w:rsidR="00954B48" w:rsidRDefault="00954B48" w:rsidP="00954B48">
            <w:pPr>
              <w:pStyle w:val="SIBulletList1"/>
            </w:pPr>
            <w:r>
              <w:t>resources, equipment and materials:</w:t>
            </w:r>
          </w:p>
          <w:p w14:paraId="01C8DF9C" w14:textId="77777777" w:rsidR="00954B48" w:rsidRDefault="00954B48" w:rsidP="00954B48">
            <w:pPr>
              <w:pStyle w:val="SIBulletList2"/>
            </w:pPr>
            <w:r>
              <w:t>personal protective clothing and equipment used for operating a cold room</w:t>
            </w:r>
          </w:p>
          <w:p w14:paraId="12370791" w14:textId="77777777" w:rsidR="00954B48" w:rsidRDefault="00954B48" w:rsidP="00954B48">
            <w:pPr>
              <w:pStyle w:val="SIBulletList2"/>
            </w:pPr>
            <w:r>
              <w:t>equipment, services and corresponding information</w:t>
            </w:r>
          </w:p>
          <w:p w14:paraId="6429F960" w14:textId="77777777" w:rsidR="00954B48" w:rsidRDefault="00954B48" w:rsidP="00954B48">
            <w:pPr>
              <w:pStyle w:val="SIBulletList2"/>
            </w:pPr>
            <w:r>
              <w:t>plants materials to be stored</w:t>
            </w:r>
          </w:p>
          <w:p w14:paraId="3950D575" w14:textId="77777777" w:rsidR="00954B48" w:rsidRDefault="00954B48" w:rsidP="00954B48">
            <w:pPr>
              <w:pStyle w:val="SIBulletList2"/>
            </w:pPr>
            <w:r>
              <w:t>manual and mechanical cold room transport and storage equipment</w:t>
            </w:r>
          </w:p>
          <w:p w14:paraId="6D19AD76" w14:textId="77777777" w:rsidR="00954B48" w:rsidRDefault="00954B48" w:rsidP="00954B48">
            <w:pPr>
              <w:pStyle w:val="SIBulletList2"/>
            </w:pPr>
            <w:r>
              <w:t>equipment sanitising procedures and materials</w:t>
            </w:r>
          </w:p>
          <w:p w14:paraId="0D207E68" w14:textId="77777777" w:rsidR="00954B48" w:rsidRDefault="00954B48" w:rsidP="00954B48">
            <w:pPr>
              <w:pStyle w:val="SIBulletList2"/>
            </w:pPr>
            <w:r>
              <w:t>waste management equipment and materials</w:t>
            </w:r>
          </w:p>
          <w:p w14:paraId="329E1D0C" w14:textId="77777777" w:rsidR="00954B48" w:rsidRDefault="00954B48" w:rsidP="00954B48">
            <w:pPr>
              <w:pStyle w:val="SIBulletList2"/>
            </w:pPr>
            <w:r>
              <w:t>data recording requirements and procedures</w:t>
            </w:r>
          </w:p>
          <w:p w14:paraId="340C5D94" w14:textId="77777777" w:rsidR="00954B48" w:rsidRDefault="00954B48" w:rsidP="00954B48">
            <w:pPr>
              <w:pStyle w:val="SIBulletList1"/>
            </w:pPr>
            <w:r>
              <w:t>specifications:</w:t>
            </w:r>
          </w:p>
          <w:p w14:paraId="596EBD46" w14:textId="77777777" w:rsidR="00954B48" w:rsidRDefault="00954B48" w:rsidP="00954B48">
            <w:pPr>
              <w:pStyle w:val="SIBulletList2"/>
            </w:pPr>
            <w:r>
              <w:t>work procedures, including advice on company practices and safe work practices</w:t>
            </w:r>
          </w:p>
          <w:p w14:paraId="085FFD5A" w14:textId="77777777" w:rsidR="00954B48" w:rsidRDefault="00954B48" w:rsidP="00954B48">
            <w:pPr>
              <w:pStyle w:val="SIBulletList2"/>
            </w:pPr>
            <w:r>
              <w:t>equipment instructions and operation specifications</w:t>
            </w:r>
          </w:p>
          <w:p w14:paraId="65870DC8" w14:textId="77777777" w:rsidR="00954B48" w:rsidRDefault="00954B48" w:rsidP="00954B48">
            <w:pPr>
              <w:pStyle w:val="SIBulletList2"/>
            </w:pPr>
            <w:r>
              <w:t xml:space="preserve">quarantine regulations and codes of practice </w:t>
            </w:r>
          </w:p>
          <w:p w14:paraId="09289251" w14:textId="77777777" w:rsidR="00954B48" w:rsidRDefault="00954B48" w:rsidP="00954B48">
            <w:pPr>
              <w:pStyle w:val="SIBulletList2"/>
            </w:pPr>
            <w:r>
              <w:t>industry standards for cold storage of grape vines</w:t>
            </w:r>
          </w:p>
          <w:p w14:paraId="7481ED09" w14:textId="6E9B15D9" w:rsidR="00954B48" w:rsidRDefault="00954B48" w:rsidP="00954B48">
            <w:pPr>
              <w:pStyle w:val="SIBulletList2"/>
            </w:pPr>
            <w:r>
              <w:t>cold room storage plan</w:t>
            </w:r>
            <w:r w:rsidR="008C5018">
              <w:t>.</w:t>
            </w:r>
          </w:p>
          <w:p w14:paraId="57E3CA70" w14:textId="77777777" w:rsidR="00A7578A" w:rsidRDefault="00A7578A" w:rsidP="00A7578A"/>
          <w:p w14:paraId="58DA025A" w14:textId="77777777" w:rsidR="00F1480E" w:rsidRDefault="00A7578A" w:rsidP="00A7578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3E992477" w14:textId="77777777" w:rsidR="00A7578A" w:rsidRPr="000754EC" w:rsidRDefault="00A7578A" w:rsidP="00A7578A">
            <w:pPr>
              <w:pStyle w:val="SIText"/>
              <w:rPr>
                <w:rFonts w:eastAsia="Calibri"/>
              </w:rPr>
            </w:pPr>
          </w:p>
        </w:tc>
      </w:tr>
    </w:tbl>
    <w:p w14:paraId="1598B4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19EB6" w14:textId="77777777" w:rsidTr="004679E3">
        <w:tc>
          <w:tcPr>
            <w:tcW w:w="990" w:type="pct"/>
            <w:shd w:val="clear" w:color="auto" w:fill="auto"/>
          </w:tcPr>
          <w:p w14:paraId="1E4BEC3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B1B5B2" w14:textId="77777777" w:rsidR="00A7578A" w:rsidRPr="00A7578A" w:rsidRDefault="00A7578A" w:rsidP="00A7578A">
            <w:pPr>
              <w:pStyle w:val="SIText"/>
            </w:pPr>
            <w:r>
              <w:t>Companion</w:t>
            </w:r>
            <w:r w:rsidRPr="00A7578A">
              <w:t xml:space="preserve"> Volumes, including Implementation Guides, are available at </w:t>
            </w:r>
            <w:proofErr w:type="spellStart"/>
            <w:r w:rsidRPr="00A7578A">
              <w:t>VETNet</w:t>
            </w:r>
            <w:proofErr w:type="spellEnd"/>
            <w:r w:rsidRPr="00A7578A">
              <w:t xml:space="preserve"> -</w:t>
            </w:r>
            <w:hyperlink r:id="rId12" w:history="1">
              <w:r w:rsidRPr="00A7578A">
                <w:t>https://vetnet.education.gov.au/Pages/TrainingDocs.aspx?q=78b15323-cd38-483e-aad7-1159b570a5c4</w:t>
              </w:r>
            </w:hyperlink>
          </w:p>
          <w:p w14:paraId="799464F2" w14:textId="77777777" w:rsidR="00CD7A28" w:rsidRPr="000754EC" w:rsidRDefault="00CD7A28" w:rsidP="00CD7A28">
            <w:pPr>
              <w:pStyle w:val="SIText"/>
            </w:pPr>
          </w:p>
        </w:tc>
      </w:tr>
    </w:tbl>
    <w:p w14:paraId="6C627D4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2E1019" w16cid:durableId="1D7CD9E2"/>
  <w16cid:commentId w16cid:paraId="72906B90" w16cid:durableId="1D7CD9E3"/>
  <w16cid:commentId w16cid:paraId="297B631B" w16cid:durableId="1D7CD9E4"/>
  <w16cid:commentId w16cid:paraId="7D95DCF2" w16cid:durableId="1D7CD9E5"/>
  <w16cid:commentId w16cid:paraId="794A1D75" w16cid:durableId="1D7CD9E6"/>
  <w16cid:commentId w16cid:paraId="2B5900ED" w16cid:durableId="1D7CD9E7"/>
  <w16cid:commentId w16cid:paraId="10853B79" w16cid:durableId="1D7CD9E8"/>
  <w16cid:commentId w16cid:paraId="62474D59" w16cid:durableId="1D7CD9E9"/>
  <w16cid:commentId w16cid:paraId="646F389B" w16cid:durableId="1D7CD9EA"/>
  <w16cid:commentId w16cid:paraId="19DB7405" w16cid:durableId="1D7CD9EB"/>
  <w16cid:commentId w16cid:paraId="12FE91E6" w16cid:durableId="1D7CD9EC"/>
  <w16cid:commentId w16cid:paraId="4B2FF33B" w16cid:durableId="1D7CD9ED"/>
  <w16cid:commentId w16cid:paraId="0992EDA3" w16cid:durableId="1D7CD9EF"/>
  <w16cid:commentId w16cid:paraId="64B33977" w16cid:durableId="1D7CD9F0"/>
  <w16cid:commentId w16cid:paraId="4AB06D5C" w16cid:durableId="1D7CD9F1"/>
  <w16cid:commentId w16cid:paraId="6D60482C" w16cid:durableId="1D7CD9F2"/>
  <w16cid:commentId w16cid:paraId="21BDB373" w16cid:durableId="1D7CD9F3"/>
  <w16cid:commentId w16cid:paraId="059A192C" w16cid:durableId="1D7CD9F4"/>
  <w16cid:commentId w16cid:paraId="03C47106" w16cid:durableId="1D7CD9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04576" w14:textId="77777777" w:rsidR="00395D66" w:rsidRDefault="00395D66" w:rsidP="00BF3F0A">
      <w:r>
        <w:separator/>
      </w:r>
    </w:p>
    <w:p w14:paraId="7135901D" w14:textId="77777777" w:rsidR="00395D66" w:rsidRDefault="00395D66"/>
  </w:endnote>
  <w:endnote w:type="continuationSeparator" w:id="0">
    <w:p w14:paraId="5F3AEB21" w14:textId="77777777" w:rsidR="00395D66" w:rsidRDefault="00395D66" w:rsidP="00BF3F0A">
      <w:r>
        <w:continuationSeparator/>
      </w:r>
    </w:p>
    <w:p w14:paraId="725B49EB" w14:textId="77777777" w:rsidR="00395D66" w:rsidRDefault="00395D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C82C0D7" w14:textId="6B7AA37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C35F5">
          <w:rPr>
            <w:noProof/>
          </w:rPr>
          <w:t>4</w:t>
        </w:r>
        <w:r w:rsidRPr="000754EC">
          <w:fldChar w:fldCharType="end"/>
        </w:r>
      </w:p>
      <w:p w14:paraId="4F2CD0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53FC56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F1547" w14:textId="77777777" w:rsidR="00395D66" w:rsidRDefault="00395D66" w:rsidP="00BF3F0A">
      <w:r>
        <w:separator/>
      </w:r>
    </w:p>
    <w:p w14:paraId="6B703B67" w14:textId="77777777" w:rsidR="00395D66" w:rsidRDefault="00395D66"/>
  </w:footnote>
  <w:footnote w:type="continuationSeparator" w:id="0">
    <w:p w14:paraId="65F70A3B" w14:textId="77777777" w:rsidR="00395D66" w:rsidRDefault="00395D66" w:rsidP="00BF3F0A">
      <w:r>
        <w:continuationSeparator/>
      </w:r>
    </w:p>
    <w:p w14:paraId="5150725E" w14:textId="77777777" w:rsidR="00395D66" w:rsidRDefault="00395D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934B7" w14:textId="2C3067D6" w:rsidR="009C2650" w:rsidRPr="00C810D4" w:rsidRDefault="000D0623" w:rsidP="00C810D4">
    <w:r>
      <w:t>FBPVIT</w:t>
    </w:r>
    <w:r w:rsidR="00C810D4">
      <w:t xml:space="preserve">2021 </w:t>
    </w:r>
    <w:r w:rsidR="00C810D4" w:rsidRPr="00A81FE0">
      <w:t>Operate nursery cold storage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D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623"/>
    <w:rsid w:val="000E07D9"/>
    <w:rsid w:val="000E25E6"/>
    <w:rsid w:val="000E2C86"/>
    <w:rsid w:val="000F29F2"/>
    <w:rsid w:val="000F3441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3919"/>
    <w:rsid w:val="00310A6A"/>
    <w:rsid w:val="003144E6"/>
    <w:rsid w:val="00336947"/>
    <w:rsid w:val="00337E82"/>
    <w:rsid w:val="00346FDC"/>
    <w:rsid w:val="00350BB1"/>
    <w:rsid w:val="00352C83"/>
    <w:rsid w:val="00366805"/>
    <w:rsid w:val="0037067D"/>
    <w:rsid w:val="0038735B"/>
    <w:rsid w:val="003916D1"/>
    <w:rsid w:val="00395D66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243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B7C"/>
    <w:rsid w:val="005F5FF8"/>
    <w:rsid w:val="005F771F"/>
    <w:rsid w:val="006121D4"/>
    <w:rsid w:val="00613B49"/>
    <w:rsid w:val="00616845"/>
    <w:rsid w:val="00620E8E"/>
    <w:rsid w:val="00633CFE"/>
    <w:rsid w:val="00634FCA"/>
    <w:rsid w:val="00643D1B"/>
    <w:rsid w:val="0064491A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BEC"/>
    <w:rsid w:val="006E10C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01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B48"/>
    <w:rsid w:val="00960F6C"/>
    <w:rsid w:val="00970747"/>
    <w:rsid w:val="009A19D2"/>
    <w:rsid w:val="009A5900"/>
    <w:rsid w:val="009A6E6C"/>
    <w:rsid w:val="009A6F3F"/>
    <w:rsid w:val="009B331A"/>
    <w:rsid w:val="009C2650"/>
    <w:rsid w:val="009C35F5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578A"/>
    <w:rsid w:val="00A76C6C"/>
    <w:rsid w:val="00A87356"/>
    <w:rsid w:val="00A92DD1"/>
    <w:rsid w:val="00AA0E6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0D4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BF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D31D1"/>
  <w15:docId w15:val="{E3EF014D-A773-4483-A9F3-D8A7F27C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49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AC37C-549C-469C-BABF-9866CBB79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B4C14A9A-747E-4F30-A86A-54C6FB07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1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2017-11-13T23:25:00Z</dcterms:created>
  <dcterms:modified xsi:type="dcterms:W3CDTF">2017-11-13T23:26:00Z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